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8E34DB" w:rsidRDefault="0054271E" w:rsidP="00880F60">
      <w:pPr>
        <w:pStyle w:val="Title"/>
        <w:rPr>
          <w:lang w:val="pt-PT"/>
        </w:rPr>
      </w:pPr>
      <w:r w:rsidRPr="00522ED1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8E34DB" w:rsidRDefault="0057769F" w:rsidP="00941075">
      <w:pPr>
        <w:pStyle w:val="BodyText"/>
        <w:rPr>
          <w:lang w:val="pt-PT"/>
        </w:rPr>
      </w:pPr>
    </w:p>
    <w:p w:rsidR="002F372E" w:rsidRPr="008E34DB" w:rsidRDefault="0054271E" w:rsidP="00880F60">
      <w:pPr>
        <w:pStyle w:val="Heading1"/>
        <w:rPr>
          <w:lang w:val="pt-PT"/>
        </w:rPr>
      </w:pPr>
      <w:r w:rsidRPr="00522ED1">
        <w:rPr>
          <w:rFonts w:ascii="Georgia" w:eastAsia="Georgia" w:hAnsi="Georgia" w:cs="Georgia"/>
          <w:iCs/>
          <w:lang w:val="pt-BR"/>
        </w:rPr>
        <w:t>Prós e contras</w:t>
      </w:r>
      <w:bookmarkStart w:id="0" w:name="_GoBack"/>
      <w:bookmarkEnd w:id="0"/>
    </w:p>
    <w:p w:rsidR="00941075" w:rsidRPr="008E34DB" w:rsidRDefault="0054271E" w:rsidP="002F372E">
      <w:pPr>
        <w:pStyle w:val="BodyText"/>
        <w:rPr>
          <w:lang w:val="pt-PT"/>
        </w:rPr>
      </w:pPr>
      <w:r w:rsidRPr="00522ED1">
        <w:rPr>
          <w:rFonts w:eastAsia="Georgia" w:cs="Georgia"/>
          <w:lang w:val="pt-BR"/>
        </w:rPr>
        <w:t>Instruções: Use a folha de exercícios abaixo para lhe ajudar a pensar sobre os benefícios (prós) e as desvantagens (contras) do modo como os sistemas norte-americano e chinês lidam com acidentes de carro. Depois de identificar todos os prós e contras que vocês possam pensar, escrevam uma declaração, explicando qual sistema – o chinês ou o norte-americano – faz mais sentido, e porque.</w:t>
      </w:r>
    </w:p>
    <w:p w:rsidR="00941075" w:rsidRPr="008E34DB" w:rsidRDefault="0057769F" w:rsidP="002F372E">
      <w:pPr>
        <w:pStyle w:val="BodyText"/>
        <w:rPr>
          <w:lang w:val="pt-PT"/>
        </w:rPr>
      </w:pP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2154"/>
        <w:gridCol w:w="3026"/>
        <w:gridCol w:w="3964"/>
      </w:tblGrid>
      <w:tr w:rsidR="0034590B" w:rsidTr="00115811">
        <w:trPr>
          <w:trHeight w:val="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8E34DB" w:rsidRDefault="0057769F" w:rsidP="00926F92">
            <w:pPr>
              <w:pStyle w:val="TableTitleGeorgia"/>
              <w:rPr>
                <w:szCs w:val="28"/>
                <w:lang w:val="pt-PT"/>
              </w:rPr>
            </w:pPr>
          </w:p>
        </w:tc>
        <w:tc>
          <w:tcPr>
            <w:tcW w:w="3296" w:type="dxa"/>
          </w:tcPr>
          <w:p w:rsidR="00941075" w:rsidRPr="00522ED1" w:rsidRDefault="0054271E" w:rsidP="00926F92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en-US"/>
              </w:rPr>
            </w:pPr>
            <w:r w:rsidRPr="00522ED1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Prós</w:t>
            </w:r>
          </w:p>
        </w:tc>
        <w:tc>
          <w:tcPr>
            <w:tcW w:w="4199" w:type="dxa"/>
          </w:tcPr>
          <w:p w:rsidR="00941075" w:rsidRPr="00522ED1" w:rsidRDefault="0054271E" w:rsidP="00926F92">
            <w:pPr>
              <w:pStyle w:val="TableTitle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8"/>
                <w:lang w:val="en-US"/>
              </w:rPr>
            </w:pPr>
            <w:r w:rsidRPr="00522ED1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Contras</w:t>
            </w:r>
          </w:p>
        </w:tc>
      </w:tr>
      <w:tr w:rsidR="0034590B" w:rsidTr="00115811">
        <w:trPr>
          <w:trHeight w:val="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522ED1" w:rsidRDefault="0054271E" w:rsidP="00115811">
            <w:pPr>
              <w:rPr>
                <w:rFonts w:cs="Arial"/>
                <w:szCs w:val="20"/>
                <w:lang w:val="en-US"/>
              </w:rPr>
            </w:pPr>
            <w:r w:rsidRPr="00522ED1">
              <w:rPr>
                <w:rFonts w:eastAsia="Georgia" w:cs="Georgia"/>
                <w:szCs w:val="20"/>
                <w:lang w:val="pt-BR"/>
              </w:rPr>
              <w:t>EUA</w:t>
            </w:r>
          </w:p>
        </w:tc>
        <w:tc>
          <w:tcPr>
            <w:tcW w:w="3296" w:type="dxa"/>
          </w:tcPr>
          <w:p w:rsidR="00941075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Pr="00522ED1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199" w:type="dxa"/>
          </w:tcPr>
          <w:p w:rsidR="00941075" w:rsidRPr="00522ED1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34590B" w:rsidTr="00115811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1" w:type="dxa"/>
          </w:tcPr>
          <w:p w:rsidR="00941075" w:rsidRPr="00522ED1" w:rsidRDefault="0054271E" w:rsidP="00115811">
            <w:pPr>
              <w:rPr>
                <w:rFonts w:cs="Arial"/>
                <w:szCs w:val="20"/>
                <w:lang w:val="en-US"/>
              </w:rPr>
            </w:pPr>
            <w:r w:rsidRPr="00522ED1">
              <w:rPr>
                <w:rFonts w:eastAsia="Georgia" w:cs="Georgia"/>
                <w:szCs w:val="20"/>
                <w:lang w:val="pt-BR"/>
              </w:rPr>
              <w:t>China</w:t>
            </w:r>
          </w:p>
        </w:tc>
        <w:tc>
          <w:tcPr>
            <w:tcW w:w="3296" w:type="dxa"/>
          </w:tcPr>
          <w:p w:rsidR="00941075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  <w:p w:rsidR="001927D7" w:rsidRPr="00522ED1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  <w:tc>
          <w:tcPr>
            <w:tcW w:w="4199" w:type="dxa"/>
          </w:tcPr>
          <w:p w:rsidR="00941075" w:rsidRPr="00522ED1" w:rsidRDefault="0057769F" w:rsidP="003D60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en-US"/>
              </w:rPr>
            </w:pPr>
          </w:p>
        </w:tc>
      </w:tr>
      <w:tr w:rsidR="0034590B" w:rsidRPr="008E34DB" w:rsidTr="00115811">
        <w:trPr>
          <w:trHeight w:val="18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8E34DB" w:rsidRDefault="0054271E" w:rsidP="008E34DB">
            <w:pPr>
              <w:pStyle w:val="TableTextGeorgia"/>
              <w:jc w:val="both"/>
              <w:rPr>
                <w:rFonts w:eastAsia="Georgia" w:cs="Georgia"/>
                <w:szCs w:val="20"/>
                <w:lang w:val="pt-BR"/>
              </w:rPr>
            </w:pPr>
            <w:r w:rsidRPr="00522ED1">
              <w:rPr>
                <w:rFonts w:eastAsia="Georgia" w:cs="Georgia"/>
                <w:szCs w:val="20"/>
                <w:lang w:val="pt-BR"/>
              </w:rPr>
              <w:t xml:space="preserve">O sistema ____________________________ para lidar com acidentes de carros faz mais sentido porque </w:t>
            </w:r>
            <w:r w:rsidR="008E34DB">
              <w:rPr>
                <w:rFonts w:eastAsia="Georgia" w:cs="Georgia"/>
                <w:szCs w:val="20"/>
                <w:lang w:val="pt-BR"/>
              </w:rPr>
              <w:t>___</w:t>
            </w:r>
            <w:r w:rsidRPr="00522ED1">
              <w:rPr>
                <w:rFonts w:eastAsia="Georgia" w:cs="Georgia"/>
                <w:szCs w:val="20"/>
                <w:lang w:val="pt-BR"/>
              </w:rPr>
              <w:t>_____________________________________________________</w:t>
            </w:r>
            <w:r w:rsidR="008E34DB">
              <w:rPr>
                <w:rFonts w:eastAsia="Georgia" w:cs="Georgia"/>
                <w:szCs w:val="20"/>
                <w:lang w:val="pt-BR"/>
              </w:rPr>
              <w:t>__</w:t>
            </w:r>
          </w:p>
          <w:p w:rsidR="00941075" w:rsidRPr="008E34DB" w:rsidRDefault="0054271E" w:rsidP="008E34DB">
            <w:pPr>
              <w:pStyle w:val="TableTextGeorgia"/>
              <w:jc w:val="both"/>
              <w:rPr>
                <w:lang w:val="pt-PT"/>
              </w:rPr>
            </w:pPr>
            <w:r w:rsidRPr="00522ED1">
              <w:rPr>
                <w:rFonts w:eastAsia="Georgia" w:cs="Georgia"/>
                <w:szCs w:val="20"/>
                <w:lang w:val="pt-BR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8E34DB">
              <w:rPr>
                <w:rFonts w:eastAsia="Georgia" w:cs="Georgia"/>
                <w:szCs w:val="20"/>
                <w:lang w:val="pt-BR"/>
              </w:rPr>
              <w:t>_____________________________________________________</w:t>
            </w:r>
          </w:p>
          <w:p w:rsidR="001E4337" w:rsidRPr="008E34DB" w:rsidRDefault="0057769F" w:rsidP="001E4337">
            <w:pPr>
              <w:rPr>
                <w:lang w:val="pt-PT"/>
              </w:rPr>
            </w:pPr>
          </w:p>
        </w:tc>
      </w:tr>
    </w:tbl>
    <w:p w:rsidR="00634CB7" w:rsidRPr="008E34DB" w:rsidRDefault="0057769F" w:rsidP="002F372E">
      <w:pPr>
        <w:pStyle w:val="BodyText"/>
        <w:rPr>
          <w:lang w:val="pt-PT"/>
        </w:rPr>
      </w:pPr>
    </w:p>
    <w:p w:rsidR="00926F92" w:rsidRPr="008E34DB" w:rsidRDefault="0057769F" w:rsidP="002F372E">
      <w:pPr>
        <w:pStyle w:val="BodyText"/>
        <w:rPr>
          <w:lang w:val="pt-PT"/>
        </w:rPr>
      </w:pPr>
    </w:p>
    <w:sectPr w:rsidR="00926F92" w:rsidRPr="008E34DB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71E" w:rsidRDefault="0054271E" w:rsidP="0034590B">
      <w:pPr>
        <w:spacing w:after="0" w:line="240" w:lineRule="auto"/>
      </w:pPr>
      <w:r>
        <w:separator/>
      </w:r>
    </w:p>
  </w:endnote>
  <w:endnote w:type="continuationSeparator" w:id="0">
    <w:p w:rsidR="0054271E" w:rsidRDefault="0054271E" w:rsidP="00345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57769F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8.8pt;width:450.55pt;height:37.5pt;z-index:251658240" filled="f" stroked="f">
          <v:textbox style="mso-fit-shape-to-text:t" inset="0,0,0,0">
            <w:txbxContent>
              <w:p w:rsidR="009B0E4C" w:rsidRPr="008E34DB" w:rsidRDefault="0054271E" w:rsidP="00681E3B">
                <w:pPr>
                  <w:pStyle w:val="Cpoyright"/>
                  <w:spacing w:after="150" w:line="150" w:lineRule="exact"/>
                  <w:rPr>
                    <w:lang w:val="pt-PT"/>
                  </w:rPr>
                </w:pPr>
                <w:r w:rsidRPr="00681E3B">
                  <w:rPr>
                    <w:rFonts w:eastAsia="Arial"/>
                    <w:lang w:val="pt-BR"/>
                  </w:rPr>
                  <w:t>© 20</w:t>
                </w:r>
                <w:r w:rsidR="008E34DB">
                  <w:rPr>
                    <w:rFonts w:eastAsia="Arial"/>
                    <w:lang w:val="pt-BR"/>
                  </w:rPr>
                  <w:t>12 PricewaterhouseCoopers LLP.</w:t>
                </w:r>
                <w:r w:rsidRPr="00681E3B">
                  <w:rPr>
                    <w:rFonts w:eastAsia="Arial"/>
                    <w:lang w:val="pt-BR"/>
                  </w:rPr>
                  <w:t xml:space="preserve"> Todos os direitos reservados. PwC refere-se à empresa membro nos Estados Unidos, e pode ocasionalmente referir-se à rede PwC. Cada empresa membro é uma entidade legal separada. Consulte www.pwc.co</w:t>
                </w:r>
                <w:r w:rsidR="008E34DB">
                  <w:rPr>
                    <w:rFonts w:eastAsia="Arial"/>
                    <w:lang w:val="pt-BR"/>
                  </w:rPr>
                  <w:t>m/structure para mais detalhes.</w:t>
                </w:r>
                <w:r w:rsidRPr="00681E3B">
                  <w:rPr>
                    <w:rFonts w:eastAsia="Arial"/>
                    <w:lang w:val="pt-BR"/>
                  </w:rPr>
                  <w:t xml:space="preserve">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54271E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71E" w:rsidRDefault="0054271E" w:rsidP="0034590B">
      <w:pPr>
        <w:spacing w:after="0" w:line="240" w:lineRule="auto"/>
      </w:pPr>
      <w:r>
        <w:separator/>
      </w:r>
    </w:p>
  </w:footnote>
  <w:footnote w:type="continuationSeparator" w:id="0">
    <w:p w:rsidR="0054271E" w:rsidRDefault="0054271E" w:rsidP="00345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34590B" w:rsidTr="0084517A">
      <w:tc>
        <w:tcPr>
          <w:tcW w:w="5000" w:type="pct"/>
        </w:tcPr>
        <w:p w:rsidR="002F372E" w:rsidRPr="009B5B65" w:rsidRDefault="0057769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57769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54271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8448220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F9A49F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B806CF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6DC45D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F5CFA2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A2840AD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E2C9AA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82AC96D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EDE8E9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C9C19B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B0CEA1E" w:tentative="1">
      <w:start w:val="1"/>
      <w:numFmt w:val="lowerLetter"/>
      <w:lvlText w:val="%2."/>
      <w:lvlJc w:val="left"/>
      <w:pPr>
        <w:ind w:left="2246" w:hanging="360"/>
      </w:pPr>
    </w:lvl>
    <w:lvl w:ilvl="2" w:tplc="11009C26" w:tentative="1">
      <w:start w:val="1"/>
      <w:numFmt w:val="lowerRoman"/>
      <w:lvlText w:val="%3."/>
      <w:lvlJc w:val="right"/>
      <w:pPr>
        <w:ind w:left="2966" w:hanging="180"/>
      </w:pPr>
    </w:lvl>
    <w:lvl w:ilvl="3" w:tplc="E95868E4" w:tentative="1">
      <w:start w:val="1"/>
      <w:numFmt w:val="decimal"/>
      <w:lvlText w:val="%4."/>
      <w:lvlJc w:val="left"/>
      <w:pPr>
        <w:ind w:left="3686" w:hanging="360"/>
      </w:pPr>
    </w:lvl>
    <w:lvl w:ilvl="4" w:tplc="93C0C164" w:tentative="1">
      <w:start w:val="1"/>
      <w:numFmt w:val="lowerLetter"/>
      <w:lvlText w:val="%5."/>
      <w:lvlJc w:val="left"/>
      <w:pPr>
        <w:ind w:left="4406" w:hanging="360"/>
      </w:pPr>
    </w:lvl>
    <w:lvl w:ilvl="5" w:tplc="9878CF5E" w:tentative="1">
      <w:start w:val="1"/>
      <w:numFmt w:val="lowerRoman"/>
      <w:lvlText w:val="%6."/>
      <w:lvlJc w:val="right"/>
      <w:pPr>
        <w:ind w:left="5126" w:hanging="180"/>
      </w:pPr>
    </w:lvl>
    <w:lvl w:ilvl="6" w:tplc="0526FBD8" w:tentative="1">
      <w:start w:val="1"/>
      <w:numFmt w:val="decimal"/>
      <w:lvlText w:val="%7."/>
      <w:lvlJc w:val="left"/>
      <w:pPr>
        <w:ind w:left="5846" w:hanging="360"/>
      </w:pPr>
    </w:lvl>
    <w:lvl w:ilvl="7" w:tplc="4B9CF098" w:tentative="1">
      <w:start w:val="1"/>
      <w:numFmt w:val="lowerLetter"/>
      <w:lvlText w:val="%8."/>
      <w:lvlJc w:val="left"/>
      <w:pPr>
        <w:ind w:left="6566" w:hanging="360"/>
      </w:pPr>
    </w:lvl>
    <w:lvl w:ilvl="8" w:tplc="A784F77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16F6267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FA8AE4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6BEF37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B24107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18C5CC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B94BCD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C4C0AB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7A0758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C8E0ACE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7487EC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ECC56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206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CED1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4D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2092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0E8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342F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4AA9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3960A1C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A20A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DC6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BCEA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468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503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C6DF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CC6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6086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90B"/>
    <w:rsid w:val="0034590B"/>
    <w:rsid w:val="0054271E"/>
    <w:rsid w:val="0057769F"/>
    <w:rsid w:val="008E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Cpoyright">
    <w:name w:val="Cpoyright"/>
    <w:basedOn w:val="Normal"/>
    <w:uiPriority w:val="99"/>
    <w:qFormat/>
    <w:rsid w:val="00681E3B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6DB3E-4633-664A-BCE3-CC235835E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0</TotalTime>
  <Pages>1</Pages>
  <Words>165</Words>
  <Characters>942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2012-06-27T21:33:00Z</cp:lastPrinted>
  <dcterms:created xsi:type="dcterms:W3CDTF">2012-12-26T16:30:00Z</dcterms:created>
  <dcterms:modified xsi:type="dcterms:W3CDTF">2012-12-26T16:30:00Z</dcterms:modified>
</cp:coreProperties>
</file>